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3A2D89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3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8A3637">
        <w:rPr>
          <w:rFonts w:ascii="Arial Narrow" w:hAnsi="Arial Narrow"/>
          <w:noProof/>
          <w:sz w:val="22"/>
          <w:lang w:val="de-DE"/>
        </w:rPr>
        <w:t>19.03.2012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5240A">
        <w:rPr>
          <w:rFonts w:ascii="Arial Narrow" w:hAnsi="Arial Narrow"/>
          <w:sz w:val="22"/>
          <w:lang w:val="de-DE"/>
        </w:rPr>
        <w:t>1</w:t>
      </w:r>
      <w:r w:rsidR="003A2D89">
        <w:rPr>
          <w:rFonts w:ascii="Arial Narrow" w:hAnsi="Arial Narrow"/>
          <w:sz w:val="22"/>
          <w:lang w:val="de-DE"/>
        </w:rPr>
        <w:t>9.</w:t>
      </w:r>
      <w:r w:rsidR="00DD1790" w:rsidRPr="00F834DE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März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3A2D89">
        <w:rPr>
          <w:rFonts w:ascii="Arial Narrow" w:hAnsi="Arial Narrow"/>
          <w:sz w:val="22"/>
          <w:lang w:val="de-DE"/>
        </w:rPr>
        <w:t>12:45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>Dennis Breitenbach, Anna Kyc,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>Dimitri So</w:t>
      </w:r>
      <w:r w:rsidR="000C4DCC">
        <w:rPr>
          <w:rFonts w:ascii="Arial Narrow" w:hAnsi="Arial Narrow"/>
          <w:sz w:val="22"/>
          <w:lang w:val="de-DE"/>
        </w:rPr>
        <w:t>rokine</w:t>
      </w:r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>, Janine Woytera</w:t>
      </w:r>
      <w:r w:rsidR="009D09B8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5240A" w:rsidRDefault="0095240A" w:rsidP="008A3637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FD2F2E" w:rsidRDefault="009D09B8" w:rsidP="00BD6830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Treffen mit AStA VS und TUT wegen AStA Vorsitz</w:t>
      </w:r>
    </w:p>
    <w:p w:rsidR="0095240A" w:rsidRPr="00A92BFC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CF0EE6" w:rsidRPr="009D09B8" w:rsidRDefault="00DB2A2E" w:rsidP="0095240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r w:rsidRPr="009D09B8">
        <w:rPr>
          <w:rFonts w:ascii="Arial Narrow" w:hAnsi="Arial Narrow"/>
          <w:b/>
          <w:sz w:val="22"/>
          <w:lang w:val="de-DE"/>
        </w:rPr>
        <w:t>Erstsemesterparty</w:t>
      </w:r>
    </w:p>
    <w:p w:rsidR="009D09B8" w:rsidRDefault="009D09B8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Internen Arbeitsplan festlegen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  <w:r w:rsidR="00901F26">
        <w:rPr>
          <w:rFonts w:ascii="Arial Narrow" w:hAnsi="Arial Narrow"/>
          <w:sz w:val="22"/>
          <w:lang w:val="de-DE"/>
        </w:rPr>
        <w:t>: Noch genug Marken? Kosten? Bügel?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DRK</w:t>
      </w:r>
    </w:p>
    <w:p w:rsidR="00901F26" w:rsidRDefault="00901F26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Abdunkeln vor der Aula</w:t>
      </w:r>
      <w:r w:rsidR="009D09B8">
        <w:rPr>
          <w:rFonts w:ascii="Arial Narrow" w:hAnsi="Arial Narrow"/>
          <w:sz w:val="22"/>
          <w:lang w:val="de-DE"/>
        </w:rPr>
        <w:t xml:space="preserve"> wie am HSB</w:t>
      </w:r>
      <w:r>
        <w:rPr>
          <w:rFonts w:ascii="Arial Narrow" w:hAnsi="Arial Narrow"/>
          <w:sz w:val="22"/>
          <w:lang w:val="de-DE"/>
        </w:rPr>
        <w:t xml:space="preserve"> möglich? (Frage von Anna)</w:t>
      </w:r>
    </w:p>
    <w:p w:rsidR="00F074C3" w:rsidRDefault="00F074C3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Fortschritt Reperatur der Bierbar (Dennis F.)</w:t>
      </w:r>
    </w:p>
    <w:p w:rsidR="00F074C3" w:rsidRDefault="00F074C3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Eingangslösung (vor allem um Helfer rein zu lassen)</w:t>
      </w:r>
    </w:p>
    <w:p w:rsidR="0095240A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Bus zur Ersti-Party VS (29.03., Zuständigkeit?)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</w:p>
    <w:p w:rsidR="00901F26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Aescolap (Dennis F.)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Heckler und Koch (Anni)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</w:t>
      </w:r>
      <w:r w:rsidR="00512E0A">
        <w:rPr>
          <w:rFonts w:ascii="Arial Narrow" w:hAnsi="Arial Narrow"/>
          <w:sz w:val="22"/>
          <w:lang w:val="de-DE"/>
        </w:rPr>
        <w:t xml:space="preserve"> zum Technik-</w:t>
      </w:r>
      <w:r>
        <w:rPr>
          <w:rFonts w:ascii="Arial Narrow" w:hAnsi="Arial Narrow"/>
          <w:sz w:val="22"/>
          <w:lang w:val="de-DE"/>
        </w:rPr>
        <w:t>Museum Sinsheim (Anni)</w:t>
      </w:r>
    </w:p>
    <w:p w:rsidR="00512E0A" w:rsidRDefault="00901F26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(Zuständigkeit?)</w:t>
      </w:r>
    </w:p>
    <w:p w:rsidR="00901F26" w:rsidRPr="00901F26" w:rsidRDefault="00901F26" w:rsidP="008A363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F3AA6" w:rsidRDefault="00EF3AA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im Intranet aktualisieren</w:t>
      </w:r>
      <w:r w:rsidR="009D09B8">
        <w:rPr>
          <w:rFonts w:ascii="Arial Narrow" w:hAnsi="Arial Narrow"/>
          <w:sz w:val="22"/>
          <w:lang w:val="de-DE"/>
        </w:rPr>
        <w:t xml:space="preserve"> (Dennis B. und Anni mit AStA-Shirt da?)</w:t>
      </w:r>
    </w:p>
    <w:p w:rsidR="00756449" w:rsidRDefault="00756449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Termin und Verantwortlichkeit</w:t>
      </w:r>
      <w:r w:rsidR="00FA282B">
        <w:rPr>
          <w:rFonts w:ascii="Arial Narrow" w:hAnsi="Arial Narrow"/>
          <w:sz w:val="22"/>
          <w:lang w:val="de-DE"/>
        </w:rPr>
        <w:t xml:space="preserve"> für</w:t>
      </w:r>
      <w:r>
        <w:rPr>
          <w:rFonts w:ascii="Arial Narrow" w:hAnsi="Arial Narrow"/>
          <w:sz w:val="22"/>
          <w:lang w:val="de-DE"/>
        </w:rPr>
        <w:t xml:space="preserve"> Infogrillen zu Gremienwahlen festlegen</w:t>
      </w:r>
    </w:p>
    <w:p w:rsidR="00916F07" w:rsidRDefault="00916F07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8A3637">
        <w:rPr>
          <w:rFonts w:ascii="Arial Narrow" w:hAnsi="Arial Narrow"/>
          <w:sz w:val="22"/>
          <w:lang w:val="de-DE"/>
        </w:rPr>
        <w:t xml:space="preserve"> (Vorschlag Sunny: Casino-Night)</w:t>
      </w:r>
    </w:p>
    <w:p w:rsidR="00916F07" w:rsidRDefault="00FA282B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</w:p>
    <w:p w:rsidR="0095240A" w:rsidRPr="00A92BFC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sectPr w:rsidR="0095240A" w:rsidRPr="00A92BF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215" w:rsidRDefault="003C4215">
      <w:pPr>
        <w:spacing w:line="20" w:lineRule="exact"/>
      </w:pPr>
    </w:p>
  </w:endnote>
  <w:endnote w:type="continuationSeparator" w:id="0">
    <w:p w:rsidR="003C4215" w:rsidRDefault="003C42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C4215" w:rsidRDefault="003C42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215" w:rsidRDefault="003C4215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C4215" w:rsidRDefault="003C4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9D09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3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 w:rsidR="0095240A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  <w:lang w:val="de-DE"/>
      </w:rPr>
      <w:t>9</w:t>
    </w:r>
    <w:r w:rsidR="0095240A">
      <w:rPr>
        <w:rFonts w:ascii="Arial Narrow" w:hAnsi="Arial Narrow"/>
        <w:sz w:val="20"/>
        <w:lang w:val="de-DE"/>
      </w:rPr>
      <w:t>.03.2012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BD6830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43CF"/>
    <w:rsid w:val="000459F9"/>
    <w:rsid w:val="00052A2E"/>
    <w:rsid w:val="0006235F"/>
    <w:rsid w:val="00094624"/>
    <w:rsid w:val="000A4FD2"/>
    <w:rsid w:val="000C2A6E"/>
    <w:rsid w:val="000C4DCC"/>
    <w:rsid w:val="000D74D9"/>
    <w:rsid w:val="00103636"/>
    <w:rsid w:val="001364FA"/>
    <w:rsid w:val="0014473D"/>
    <w:rsid w:val="00144E86"/>
    <w:rsid w:val="001C7E80"/>
    <w:rsid w:val="001D3317"/>
    <w:rsid w:val="001F2C89"/>
    <w:rsid w:val="00203683"/>
    <w:rsid w:val="00211E26"/>
    <w:rsid w:val="00273332"/>
    <w:rsid w:val="00274830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6AA7"/>
    <w:rsid w:val="003A2D89"/>
    <w:rsid w:val="003B669B"/>
    <w:rsid w:val="003C4215"/>
    <w:rsid w:val="004108F1"/>
    <w:rsid w:val="00411ED0"/>
    <w:rsid w:val="00425EF5"/>
    <w:rsid w:val="004359A0"/>
    <w:rsid w:val="00441B0C"/>
    <w:rsid w:val="00487AF4"/>
    <w:rsid w:val="00495DE7"/>
    <w:rsid w:val="004D1F62"/>
    <w:rsid w:val="00501683"/>
    <w:rsid w:val="00512E0A"/>
    <w:rsid w:val="005610C9"/>
    <w:rsid w:val="005B1C22"/>
    <w:rsid w:val="005E718F"/>
    <w:rsid w:val="00602994"/>
    <w:rsid w:val="00606F9B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43F45"/>
    <w:rsid w:val="008457B3"/>
    <w:rsid w:val="008743D8"/>
    <w:rsid w:val="008A3637"/>
    <w:rsid w:val="008C250E"/>
    <w:rsid w:val="008D16EC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757F"/>
    <w:rsid w:val="00B2115E"/>
    <w:rsid w:val="00B25462"/>
    <w:rsid w:val="00B262CA"/>
    <w:rsid w:val="00B31937"/>
    <w:rsid w:val="00BC2765"/>
    <w:rsid w:val="00BD6830"/>
    <w:rsid w:val="00BE1515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B2A2E"/>
    <w:rsid w:val="00DD1790"/>
    <w:rsid w:val="00DE1F6C"/>
    <w:rsid w:val="00E206F4"/>
    <w:rsid w:val="00E36789"/>
    <w:rsid w:val="00E52891"/>
    <w:rsid w:val="00E66A27"/>
    <w:rsid w:val="00E81768"/>
    <w:rsid w:val="00E83E7E"/>
    <w:rsid w:val="00E97E93"/>
    <w:rsid w:val="00EA30A5"/>
    <w:rsid w:val="00EB31F2"/>
    <w:rsid w:val="00EF3AA6"/>
    <w:rsid w:val="00F074C3"/>
    <w:rsid w:val="00F15EEB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210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Sunny</cp:lastModifiedBy>
  <cp:revision>14</cp:revision>
  <cp:lastPrinted>2012-03-13T18:07:00Z</cp:lastPrinted>
  <dcterms:created xsi:type="dcterms:W3CDTF">2012-03-13T20:40:00Z</dcterms:created>
  <dcterms:modified xsi:type="dcterms:W3CDTF">2012-03-19T09:28:00Z</dcterms:modified>
</cp:coreProperties>
</file>